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3690"/>
        <w:gridCol w:w="4680"/>
      </w:tblGrid>
      <w:tr w:rsidR="00E6239F" w:rsidRPr="00ED3E62" w14:paraId="501F334B" w14:textId="77777777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5628E" w14:textId="77777777" w:rsidR="00E6239F" w:rsidRPr="00ED3E62" w:rsidRDefault="00E6239F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2"/>
              </w:rPr>
            </w:pPr>
            <w:r w:rsidRPr="00ED3E62">
              <w:rPr>
                <w:rFonts w:ascii="Arial" w:hAnsi="Arial" w:cs="Arial"/>
                <w:b w:val="0"/>
                <w:sz w:val="20"/>
                <w:szCs w:val="22"/>
              </w:rPr>
              <w:t>(Copy Receipt)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02BD26" w14:textId="77777777" w:rsidR="00E6239F" w:rsidRPr="00ED3E62" w:rsidRDefault="00E6239F">
            <w:pPr>
              <w:jc w:val="center"/>
              <w:rPr>
                <w:rFonts w:ascii="Arial" w:hAnsi="Arial" w:cs="Arial"/>
                <w:color w:val="808080"/>
                <w:sz w:val="20"/>
                <w:szCs w:val="22"/>
              </w:rPr>
            </w:pPr>
            <w:r w:rsidRPr="00ED3E62">
              <w:rPr>
                <w:rFonts w:ascii="Arial" w:hAnsi="Arial" w:cs="Arial"/>
                <w:color w:val="808080"/>
                <w:sz w:val="20"/>
                <w:szCs w:val="22"/>
              </w:rPr>
              <w:t>(Clerk’s Date Stamp)</w:t>
            </w:r>
          </w:p>
        </w:tc>
      </w:tr>
      <w:tr w:rsidR="00E6239F" w:rsidRPr="00ED3E62" w14:paraId="0ADE2972" w14:textId="77777777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FB1F1" w14:textId="77777777" w:rsidR="00E6239F" w:rsidRPr="00ED3E62" w:rsidRDefault="00EA6864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2F14E99" wp14:editId="1E6108E5">
                  <wp:extent cx="533400" cy="561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A4165" w14:textId="77777777" w:rsidR="00E6239F" w:rsidRPr="00ED3E62" w:rsidRDefault="00E6239F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SUPERIOR COURT OF WASHINGTON</w:t>
            </w:r>
          </w:p>
          <w:p w14:paraId="2C8B872D" w14:textId="77777777" w:rsidR="00E6239F" w:rsidRPr="00ED3E62" w:rsidRDefault="00E6239F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D3E62">
              <w:rPr>
                <w:rFonts w:ascii="Arial" w:hAnsi="Arial" w:cs="Arial"/>
                <w:b/>
                <w:sz w:val="22"/>
                <w:szCs w:val="22"/>
              </w:rPr>
              <w:t xml:space="preserve">COUNTY OF </w:t>
            </w:r>
            <w:r w:rsidR="009D5A0B" w:rsidRPr="00ED3E62">
              <w:rPr>
                <w:rFonts w:ascii="Arial" w:hAnsi="Arial" w:cs="Arial"/>
                <w:b/>
                <w:sz w:val="22"/>
                <w:szCs w:val="22"/>
              </w:rPr>
              <w:t>SPOKANE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CD87C2" w14:textId="77777777" w:rsidR="00E6239F" w:rsidRPr="00ED3E62" w:rsidRDefault="00E623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239F" w:rsidRPr="00ED3E62" w14:paraId="7364335E" w14:textId="77777777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E8B995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244154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EAEFD5" w14:textId="77777777" w:rsidR="00E6239F" w:rsidRPr="00ED3E62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In the Guardianship</w:t>
            </w:r>
            <w:r w:rsidR="00506020" w:rsidRPr="00ED3E62">
              <w:rPr>
                <w:rFonts w:ascii="Arial" w:hAnsi="Arial" w:cs="Arial"/>
                <w:sz w:val="22"/>
                <w:szCs w:val="22"/>
              </w:rPr>
              <w:t>/Conservatorship</w:t>
            </w:r>
            <w:r w:rsidRPr="00ED3E62">
              <w:rPr>
                <w:rFonts w:ascii="Arial" w:hAnsi="Arial" w:cs="Arial"/>
                <w:sz w:val="22"/>
                <w:szCs w:val="22"/>
              </w:rPr>
              <w:t xml:space="preserve"> of:</w:t>
            </w:r>
          </w:p>
          <w:p w14:paraId="4AFFA0AF" w14:textId="77777777" w:rsidR="00E6239F" w:rsidRPr="00ED3E62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p w14:paraId="4BC43F67" w14:textId="77777777" w:rsidR="00E6239F" w:rsidRPr="00ED3E62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bookmarkStart w:id="0" w:name="Text10"/>
          <w:p w14:paraId="42C1267D" w14:textId="77777777" w:rsidR="00E6239F" w:rsidRDefault="00E6239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end"/>
            </w:r>
            <w:bookmarkEnd w:id="0"/>
          </w:p>
          <w:p w14:paraId="06EE5B9C" w14:textId="77777777" w:rsidR="00ED3E62" w:rsidRPr="00ED3E62" w:rsidRDefault="00ED3E62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13D2D1E" w14:textId="77777777" w:rsidR="00E6239F" w:rsidRPr="00ED3E62" w:rsidRDefault="00E613FF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Respondent</w:t>
            </w:r>
            <w:r w:rsidR="00ED3E62">
              <w:rPr>
                <w:rFonts w:ascii="Arial" w:hAnsi="Arial" w:cs="Arial"/>
                <w:sz w:val="22"/>
                <w:szCs w:val="22"/>
              </w:rPr>
              <w:t xml:space="preserve"> / Individual</w:t>
            </w:r>
          </w:p>
        </w:tc>
        <w:tc>
          <w:tcPr>
            <w:tcW w:w="4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F88947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7372C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 xml:space="preserve">CASE NO.  </w:t>
            </w:r>
            <w:bookmarkStart w:id="1" w:name="Text7"/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  <w:u w:val="single"/>
              </w:rPr>
              <w:fldChar w:fldCharType="end"/>
            </w:r>
            <w:bookmarkEnd w:id="1"/>
          </w:p>
          <w:p w14:paraId="16CC51D1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6B6AF2" w14:textId="77777777" w:rsidR="00E6239F" w:rsidRPr="00ED3E62" w:rsidRDefault="00506020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 xml:space="preserve">COURT VISITOR’S </w:t>
            </w:r>
            <w:r w:rsidR="00E6239F" w:rsidRPr="00ED3E62">
              <w:rPr>
                <w:rFonts w:ascii="Arial" w:hAnsi="Arial" w:cs="Arial"/>
                <w:sz w:val="22"/>
                <w:szCs w:val="22"/>
              </w:rPr>
              <w:t>STATEMENT OF QUALIFICATIONS RCW 11.</w:t>
            </w:r>
            <w:r w:rsidRPr="00ED3E62">
              <w:rPr>
                <w:rFonts w:ascii="Arial" w:hAnsi="Arial" w:cs="Arial"/>
                <w:sz w:val="22"/>
                <w:szCs w:val="22"/>
              </w:rPr>
              <w:t>130.280 AND .380</w:t>
            </w:r>
          </w:p>
          <w:p w14:paraId="2EF2A7F6" w14:textId="77777777" w:rsidR="00E6239F" w:rsidRPr="00ED3E62" w:rsidRDefault="00E6239F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2242AA" w14:textId="77777777" w:rsidR="00E6239F" w:rsidRPr="00ED3E62" w:rsidRDefault="00E6239F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(ST)</w:t>
            </w:r>
          </w:p>
        </w:tc>
      </w:tr>
    </w:tbl>
    <w:p w14:paraId="6613A584" w14:textId="77777777" w:rsidR="00E6239F" w:rsidRPr="00ED3E62" w:rsidRDefault="00E6239F">
      <w:pPr>
        <w:rPr>
          <w:rFonts w:ascii="Arial" w:hAnsi="Arial" w:cs="Arial"/>
          <w:sz w:val="22"/>
          <w:szCs w:val="22"/>
        </w:rPr>
        <w:sectPr w:rsidR="00E6239F" w:rsidRPr="00ED3E62">
          <w:footerReference w:type="default" r:id="rId11"/>
          <w:pgSz w:w="12240" w:h="15840"/>
          <w:pgMar w:top="4320" w:right="1440" w:bottom="1440" w:left="1440" w:header="720" w:footer="1440" w:gutter="0"/>
          <w:cols w:space="720"/>
        </w:sectPr>
      </w:pPr>
    </w:p>
    <w:p w14:paraId="1AC1A946" w14:textId="77777777" w:rsidR="00E6239F" w:rsidRPr="00ED3E62" w:rsidRDefault="00E6239F">
      <w:pPr>
        <w:rPr>
          <w:rFonts w:ascii="Arial" w:hAnsi="Arial" w:cs="Arial"/>
          <w:sz w:val="22"/>
          <w:szCs w:val="22"/>
        </w:rPr>
      </w:pPr>
    </w:p>
    <w:p w14:paraId="1287A0A0" w14:textId="77777777" w:rsidR="00E6239F" w:rsidRPr="00ED3E62" w:rsidRDefault="00506020">
      <w:pPr>
        <w:pStyle w:val="Heading1"/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t xml:space="preserve">COURT VISITOR </w:t>
      </w:r>
      <w:r w:rsidR="00E6239F" w:rsidRPr="00ED3E62">
        <w:rPr>
          <w:rFonts w:ascii="Arial" w:hAnsi="Arial" w:cs="Arial"/>
          <w:sz w:val="22"/>
          <w:szCs w:val="22"/>
        </w:rPr>
        <w:t>STATEMENT OF QUALIFICATIONS</w:t>
      </w:r>
    </w:p>
    <w:p w14:paraId="7829C475" w14:textId="77777777" w:rsidR="00E6239F" w:rsidRPr="00ED3E62" w:rsidRDefault="00E6239F">
      <w:pPr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tab/>
        <w:t>This statement is presented as required by RCW 11.</w:t>
      </w:r>
      <w:r w:rsidR="00506020" w:rsidRPr="00ED3E62">
        <w:rPr>
          <w:rFonts w:ascii="Arial" w:hAnsi="Arial" w:cs="Arial"/>
          <w:sz w:val="22"/>
          <w:szCs w:val="22"/>
        </w:rPr>
        <w:t>130.280 and .380</w:t>
      </w:r>
      <w:r w:rsidRPr="00ED3E62">
        <w:rPr>
          <w:rFonts w:ascii="Arial" w:hAnsi="Arial" w:cs="Arial"/>
          <w:sz w:val="22"/>
          <w:szCs w:val="22"/>
        </w:rPr>
        <w:t>:</w:t>
      </w:r>
    </w:p>
    <w:p w14:paraId="7562AE64" w14:textId="77777777" w:rsidR="00E6239F" w:rsidRPr="00BA7120" w:rsidRDefault="00506020" w:rsidP="00B31D39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  <w:highlight w:val="yellow"/>
        </w:rPr>
      </w:pPr>
      <w:r w:rsidRPr="00BA7120">
        <w:rPr>
          <w:rFonts w:ascii="Arial" w:hAnsi="Arial" w:cs="Arial"/>
          <w:sz w:val="22"/>
          <w:szCs w:val="22"/>
          <w:highlight w:val="yellow"/>
        </w:rPr>
        <w:t>Training relate</w:t>
      </w:r>
      <w:r w:rsidR="007110EB" w:rsidRPr="00BA7120">
        <w:rPr>
          <w:rFonts w:ascii="Arial" w:hAnsi="Arial" w:cs="Arial"/>
          <w:sz w:val="22"/>
          <w:szCs w:val="22"/>
          <w:highlight w:val="yellow"/>
        </w:rPr>
        <w:t>d to duties as Court Visitor/Guardian ad L</w:t>
      </w:r>
      <w:r w:rsidRPr="00BA7120">
        <w:rPr>
          <w:rFonts w:ascii="Arial" w:hAnsi="Arial" w:cs="Arial"/>
          <w:sz w:val="22"/>
          <w:szCs w:val="22"/>
          <w:highlight w:val="yellow"/>
        </w:rPr>
        <w:t>item</w:t>
      </w:r>
      <w:r w:rsidR="00E6239F" w:rsidRPr="00BA7120">
        <w:rPr>
          <w:rFonts w:ascii="Arial" w:hAnsi="Arial" w:cs="Arial"/>
          <w:sz w:val="22"/>
          <w:szCs w:val="22"/>
          <w:highlight w:val="yellow"/>
        </w:rPr>
        <w:t xml:space="preserve"> are detailed below:</w:t>
      </w:r>
    </w:p>
    <w:p w14:paraId="65C93620" w14:textId="77777777" w:rsidR="00F9787C" w:rsidRPr="00ED3E62" w:rsidRDefault="00F9787C" w:rsidP="00B31D39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t>Hourly Rate charged $</w:t>
      </w:r>
      <w:r w:rsidRPr="00ED3E62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D3E62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ED3E62">
        <w:rPr>
          <w:rFonts w:ascii="Arial" w:hAnsi="Arial" w:cs="Arial"/>
          <w:sz w:val="22"/>
          <w:szCs w:val="22"/>
          <w:u w:val="single"/>
        </w:rPr>
      </w:r>
      <w:r w:rsidRPr="00ED3E62">
        <w:rPr>
          <w:rFonts w:ascii="Arial" w:hAnsi="Arial" w:cs="Arial"/>
          <w:sz w:val="22"/>
          <w:szCs w:val="22"/>
          <w:u w:val="single"/>
        </w:rPr>
        <w:fldChar w:fldCharType="separate"/>
      </w:r>
      <w:r w:rsidRPr="00ED3E62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Pr="00ED3E62">
        <w:rPr>
          <w:rFonts w:ascii="Arial" w:hAnsi="Arial" w:cs="Arial"/>
          <w:sz w:val="22"/>
          <w:szCs w:val="22"/>
          <w:u w:val="single"/>
        </w:rPr>
        <w:fldChar w:fldCharType="end"/>
      </w:r>
    </w:p>
    <w:p w14:paraId="732E56F1" w14:textId="77777777" w:rsidR="00E6239F" w:rsidRPr="00ED3E62" w:rsidRDefault="00E6239F" w:rsidP="00B31D39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t>Criminal history (as defined in RCW 9.94.A.030</w:t>
      </w:r>
      <w:r w:rsidR="00F9787C" w:rsidRPr="00ED3E62">
        <w:rPr>
          <w:rFonts w:ascii="Arial" w:hAnsi="Arial" w:cs="Arial"/>
          <w:sz w:val="22"/>
          <w:szCs w:val="22"/>
        </w:rPr>
        <w:t>, must include prior ten years</w:t>
      </w:r>
      <w:r w:rsidRPr="00ED3E62">
        <w:rPr>
          <w:rFonts w:ascii="Arial" w:hAnsi="Arial" w:cs="Arial"/>
          <w:sz w:val="22"/>
          <w:szCs w:val="22"/>
        </w:rPr>
        <w:t>):</w:t>
      </w:r>
      <w:r w:rsidR="00714673" w:rsidRPr="00ED3E62">
        <w:rPr>
          <w:rFonts w:ascii="Arial" w:hAnsi="Arial" w:cs="Arial"/>
          <w:sz w:val="22"/>
          <w:szCs w:val="22"/>
        </w:rPr>
        <w:t xml:space="preserve"> </w:t>
      </w:r>
      <w:r w:rsidR="00714673" w:rsidRPr="00ED3E62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714673" w:rsidRPr="00ED3E62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714673" w:rsidRPr="00ED3E62">
        <w:rPr>
          <w:rFonts w:ascii="Arial" w:hAnsi="Arial" w:cs="Arial"/>
          <w:sz w:val="22"/>
          <w:szCs w:val="22"/>
          <w:u w:val="single"/>
        </w:rPr>
      </w:r>
      <w:r w:rsidR="00714673" w:rsidRPr="00ED3E62">
        <w:rPr>
          <w:rFonts w:ascii="Arial" w:hAnsi="Arial" w:cs="Arial"/>
          <w:sz w:val="22"/>
          <w:szCs w:val="22"/>
          <w:u w:val="single"/>
        </w:rPr>
        <w:fldChar w:fldCharType="separate"/>
      </w:r>
      <w:r w:rsidR="00714673" w:rsidRPr="00ED3E62">
        <w:rPr>
          <w:rFonts w:ascii="Arial" w:hAnsi="Arial" w:cs="Arial"/>
          <w:noProof/>
          <w:sz w:val="22"/>
          <w:szCs w:val="22"/>
          <w:u w:val="single"/>
        </w:rPr>
        <w:t xml:space="preserve">     </w:t>
      </w:r>
      <w:r w:rsidR="00714673" w:rsidRPr="00ED3E62">
        <w:rPr>
          <w:rFonts w:ascii="Arial" w:hAnsi="Arial" w:cs="Arial"/>
          <w:sz w:val="22"/>
          <w:szCs w:val="22"/>
          <w:u w:val="single"/>
        </w:rPr>
        <w:fldChar w:fldCharType="end"/>
      </w:r>
    </w:p>
    <w:p w14:paraId="53CA5C47" w14:textId="77777777" w:rsidR="00F9787C" w:rsidRPr="00ED3E62" w:rsidRDefault="00F9787C" w:rsidP="00F9787C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t>I have had contact with a party in this proceeding prior to appointment:</w:t>
      </w:r>
    </w:p>
    <w:p w14:paraId="1542EC08" w14:textId="77777777" w:rsidR="00F9787C" w:rsidRPr="00ED3E62" w:rsidRDefault="00F9787C" w:rsidP="00F9787C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3E62">
        <w:rPr>
          <w:rFonts w:ascii="Arial" w:hAnsi="Arial" w:cs="Arial"/>
          <w:sz w:val="22"/>
          <w:szCs w:val="22"/>
        </w:rPr>
        <w:instrText xml:space="preserve"> FORMCHECKBOX </w:instrText>
      </w:r>
      <w:r w:rsidR="00BA7120">
        <w:rPr>
          <w:rFonts w:ascii="Arial" w:hAnsi="Arial" w:cs="Arial"/>
          <w:sz w:val="22"/>
          <w:szCs w:val="22"/>
        </w:rPr>
      </w:r>
      <w:r w:rsidR="00BA7120">
        <w:rPr>
          <w:rFonts w:ascii="Arial" w:hAnsi="Arial" w:cs="Arial"/>
          <w:sz w:val="22"/>
          <w:szCs w:val="22"/>
        </w:rPr>
        <w:fldChar w:fldCharType="separate"/>
      </w:r>
      <w:r w:rsidRPr="00ED3E62">
        <w:rPr>
          <w:rFonts w:ascii="Arial" w:hAnsi="Arial" w:cs="Arial"/>
          <w:sz w:val="22"/>
          <w:szCs w:val="22"/>
        </w:rPr>
        <w:fldChar w:fldCharType="end"/>
      </w:r>
      <w:r w:rsidRPr="00ED3E62">
        <w:rPr>
          <w:rFonts w:ascii="Arial" w:hAnsi="Arial" w:cs="Arial"/>
          <w:sz w:val="22"/>
          <w:szCs w:val="22"/>
        </w:rPr>
        <w:t xml:space="preserve"> Yes</w:t>
      </w:r>
    </w:p>
    <w:p w14:paraId="4365B963" w14:textId="77777777" w:rsidR="00F9787C" w:rsidRPr="00ED3E62" w:rsidRDefault="00F9787C" w:rsidP="00F9787C">
      <w:pPr>
        <w:numPr>
          <w:ilvl w:val="12"/>
          <w:numId w:val="0"/>
        </w:numPr>
        <w:spacing w:line="360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D3E62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7120">
        <w:rPr>
          <w:rFonts w:ascii="Arial" w:hAnsi="Arial" w:cs="Arial"/>
          <w:color w:val="000000"/>
          <w:sz w:val="22"/>
          <w:szCs w:val="22"/>
        </w:rPr>
      </w:r>
      <w:r w:rsidR="00BA7120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ED3E62">
        <w:rPr>
          <w:rFonts w:ascii="Arial" w:hAnsi="Arial" w:cs="Arial"/>
          <w:color w:val="000000"/>
          <w:sz w:val="22"/>
          <w:szCs w:val="22"/>
        </w:rPr>
        <w:fldChar w:fldCharType="end"/>
      </w:r>
      <w:r w:rsidRPr="00ED3E62">
        <w:rPr>
          <w:rFonts w:ascii="Arial" w:hAnsi="Arial" w:cs="Arial"/>
          <w:color w:val="000000"/>
          <w:sz w:val="22"/>
          <w:szCs w:val="22"/>
        </w:rPr>
        <w:t xml:space="preserve"> No</w:t>
      </w:r>
    </w:p>
    <w:p w14:paraId="3085D392" w14:textId="77777777" w:rsidR="00F9787C" w:rsidRPr="00ED3E62" w:rsidRDefault="00F9787C" w:rsidP="00F9787C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t>If yes, please explain each instance on a page attached hereto.</w:t>
      </w:r>
    </w:p>
    <w:p w14:paraId="19126241" w14:textId="77777777" w:rsidR="00F9787C" w:rsidRPr="00ED3E62" w:rsidRDefault="00F9787C" w:rsidP="00F9787C">
      <w:pPr>
        <w:numPr>
          <w:ilvl w:val="0"/>
          <w:numId w:val="1"/>
        </w:numPr>
        <w:tabs>
          <w:tab w:val="left" w:pos="36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t>I have had an apparent conflict of interest involving a party in this case:</w:t>
      </w:r>
    </w:p>
    <w:p w14:paraId="715025C3" w14:textId="77777777" w:rsidR="00F9787C" w:rsidRPr="00ED3E62" w:rsidRDefault="00F9787C" w:rsidP="00F9787C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D3E62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7120">
        <w:rPr>
          <w:rFonts w:ascii="Arial" w:hAnsi="Arial" w:cs="Arial"/>
          <w:color w:val="000000"/>
          <w:sz w:val="22"/>
          <w:szCs w:val="22"/>
        </w:rPr>
      </w:r>
      <w:r w:rsidR="00BA7120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ED3E62">
        <w:rPr>
          <w:rFonts w:ascii="Arial" w:hAnsi="Arial" w:cs="Arial"/>
          <w:color w:val="000000"/>
          <w:sz w:val="22"/>
          <w:szCs w:val="22"/>
        </w:rPr>
        <w:fldChar w:fldCharType="end"/>
      </w:r>
      <w:r w:rsidRPr="00ED3E62">
        <w:rPr>
          <w:rFonts w:ascii="Arial" w:hAnsi="Arial" w:cs="Arial"/>
          <w:color w:val="000000"/>
          <w:sz w:val="22"/>
          <w:szCs w:val="22"/>
        </w:rPr>
        <w:t xml:space="preserve"> Yes</w:t>
      </w:r>
    </w:p>
    <w:p w14:paraId="2AC594FD" w14:textId="77777777" w:rsidR="00F9787C" w:rsidRPr="00ED3E62" w:rsidRDefault="00F9787C" w:rsidP="00F9787C">
      <w:pPr>
        <w:numPr>
          <w:ilvl w:val="12"/>
          <w:numId w:val="0"/>
        </w:numPr>
        <w:spacing w:line="360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D3E62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BA7120">
        <w:rPr>
          <w:rFonts w:ascii="Arial" w:hAnsi="Arial" w:cs="Arial"/>
          <w:color w:val="000000"/>
          <w:sz w:val="22"/>
          <w:szCs w:val="22"/>
        </w:rPr>
      </w:r>
      <w:r w:rsidR="00BA7120">
        <w:rPr>
          <w:rFonts w:ascii="Arial" w:hAnsi="Arial" w:cs="Arial"/>
          <w:color w:val="000000"/>
          <w:sz w:val="22"/>
          <w:szCs w:val="22"/>
        </w:rPr>
        <w:fldChar w:fldCharType="separate"/>
      </w:r>
      <w:r w:rsidRPr="00ED3E62">
        <w:rPr>
          <w:rFonts w:ascii="Arial" w:hAnsi="Arial" w:cs="Arial"/>
          <w:color w:val="000000"/>
          <w:sz w:val="22"/>
          <w:szCs w:val="22"/>
        </w:rPr>
        <w:fldChar w:fldCharType="end"/>
      </w:r>
      <w:r w:rsidRPr="00ED3E62">
        <w:rPr>
          <w:rFonts w:ascii="Arial" w:hAnsi="Arial" w:cs="Arial"/>
          <w:color w:val="000000"/>
          <w:sz w:val="22"/>
          <w:szCs w:val="22"/>
        </w:rPr>
        <w:t xml:space="preserve"> No</w:t>
      </w:r>
    </w:p>
    <w:p w14:paraId="78F17E28" w14:textId="77777777" w:rsidR="00F9787C" w:rsidRPr="00ED3E62" w:rsidRDefault="00F9787C" w:rsidP="00F9787C">
      <w:pPr>
        <w:numPr>
          <w:ilvl w:val="1"/>
          <w:numId w:val="1"/>
        </w:numPr>
        <w:tabs>
          <w:tab w:val="left" w:pos="720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D3E62">
        <w:rPr>
          <w:rFonts w:ascii="Arial" w:hAnsi="Arial" w:cs="Arial"/>
          <w:color w:val="000000"/>
          <w:sz w:val="22"/>
          <w:szCs w:val="22"/>
        </w:rPr>
        <w:t>If yes, please explain each instance on a page attached hereto.</w:t>
      </w:r>
    </w:p>
    <w:p w14:paraId="6381B2F9" w14:textId="77777777" w:rsidR="00E6239F" w:rsidRPr="00ED3E62" w:rsidRDefault="00E6239F">
      <w:pPr>
        <w:pStyle w:val="SingleSpacing"/>
        <w:spacing w:line="240" w:lineRule="auto"/>
        <w:rPr>
          <w:rFonts w:ascii="Arial" w:hAnsi="Arial" w:cs="Arial"/>
          <w:sz w:val="22"/>
          <w:szCs w:val="22"/>
        </w:rPr>
      </w:pPr>
    </w:p>
    <w:p w14:paraId="01BBF0C6" w14:textId="77777777" w:rsidR="00E6239F" w:rsidRPr="00ED3E62" w:rsidRDefault="00E6239F">
      <w:pPr>
        <w:rPr>
          <w:rFonts w:ascii="Arial" w:hAnsi="Arial" w:cs="Arial"/>
          <w:sz w:val="22"/>
          <w:szCs w:val="22"/>
        </w:rPr>
      </w:pPr>
    </w:p>
    <w:p w14:paraId="22108824" w14:textId="77777777" w:rsidR="00E6239F" w:rsidRPr="00ED3E62" w:rsidRDefault="00E6239F">
      <w:pPr>
        <w:pStyle w:val="BodyTextIndent2"/>
        <w:rPr>
          <w:rFonts w:ascii="Arial" w:hAnsi="Arial" w:cs="Arial"/>
          <w:sz w:val="22"/>
          <w:szCs w:val="22"/>
        </w:rPr>
      </w:pPr>
      <w:r w:rsidRPr="00ED3E62">
        <w:rPr>
          <w:rFonts w:ascii="Arial" w:hAnsi="Arial" w:cs="Arial"/>
          <w:sz w:val="22"/>
          <w:szCs w:val="22"/>
        </w:rPr>
        <w:lastRenderedPageBreak/>
        <w:t>I certify (or declare) under penalty of perjury under the laws of the State of Washington that to the best of my knowledge the statements above are true and correct.</w:t>
      </w:r>
    </w:p>
    <w:p w14:paraId="6F4386FF" w14:textId="77777777" w:rsidR="00E6239F" w:rsidRPr="00ED3E62" w:rsidRDefault="00E6239F">
      <w:pPr>
        <w:pStyle w:val="BodyText2"/>
        <w:spacing w:line="240" w:lineRule="auto"/>
        <w:rPr>
          <w:rFonts w:ascii="Arial" w:hAnsi="Arial" w:cs="Arial"/>
          <w:sz w:val="22"/>
          <w:szCs w:val="22"/>
        </w:rPr>
      </w:pPr>
    </w:p>
    <w:p w14:paraId="0C9EE524" w14:textId="77777777" w:rsidR="00E6239F" w:rsidRPr="00ED3E62" w:rsidRDefault="00E6239F">
      <w:pPr>
        <w:rPr>
          <w:rFonts w:ascii="Arial" w:hAnsi="Arial" w:cs="Arial"/>
          <w:sz w:val="22"/>
          <w:szCs w:val="22"/>
        </w:rPr>
      </w:pPr>
    </w:p>
    <w:p w14:paraId="46C95D56" w14:textId="77777777" w:rsidR="00E6239F" w:rsidRPr="00ED3E62" w:rsidRDefault="00E6239F">
      <w:pPr>
        <w:rPr>
          <w:rFonts w:ascii="Arial" w:hAnsi="Arial" w:cs="Arial"/>
          <w:sz w:val="22"/>
          <w:szCs w:val="22"/>
        </w:rPr>
      </w:pPr>
    </w:p>
    <w:p w14:paraId="360E7C1E" w14:textId="77777777" w:rsidR="00E6239F" w:rsidRPr="00ED3E62" w:rsidRDefault="00E6239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952"/>
        <w:gridCol w:w="1566"/>
        <w:gridCol w:w="4338"/>
      </w:tblGrid>
      <w:tr w:rsidR="00E6239F" w:rsidRPr="00ED3E62" w14:paraId="6DB254C3" w14:textId="77777777">
        <w:trPr>
          <w:jc w:val="center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64BC5680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284F50E8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2" w:name="Text26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05DF970C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</w:rPr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E6239F" w:rsidRPr="00ED3E62" w14:paraId="1CA1B649" w14:textId="77777777">
        <w:trPr>
          <w:jc w:val="center"/>
        </w:trPr>
        <w:tc>
          <w:tcPr>
            <w:tcW w:w="29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6ABFE3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 xml:space="preserve">Signature of </w:t>
            </w:r>
            <w:r w:rsidR="00CC5DC2" w:rsidRPr="00ED3E62">
              <w:rPr>
                <w:rFonts w:ascii="Arial" w:hAnsi="Arial" w:cs="Arial"/>
                <w:sz w:val="22"/>
                <w:szCs w:val="22"/>
              </w:rPr>
              <w:t>Court Visitor</w:t>
            </w:r>
            <w:r w:rsidR="00EE22E0" w:rsidRPr="00ED3E62">
              <w:rPr>
                <w:rFonts w:ascii="Arial" w:hAnsi="Arial" w:cs="Arial"/>
                <w:strike/>
                <w:sz w:val="22"/>
                <w:szCs w:val="22"/>
              </w:rPr>
              <w:t xml:space="preserve">                                                        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33505BD4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DFB14E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 xml:space="preserve">Printed Name of </w:t>
            </w:r>
            <w:r w:rsidR="00EE22E0" w:rsidRPr="00ED3E62">
              <w:rPr>
                <w:rFonts w:ascii="Arial" w:hAnsi="Arial" w:cs="Arial"/>
                <w:sz w:val="22"/>
                <w:szCs w:val="22"/>
              </w:rPr>
              <w:t>Court Visitor</w:t>
            </w:r>
          </w:p>
        </w:tc>
      </w:tr>
      <w:bookmarkStart w:id="3" w:name="Text27"/>
      <w:tr w:rsidR="00E6239F" w:rsidRPr="00ED3E62" w14:paraId="7456D972" w14:textId="77777777">
        <w:trPr>
          <w:trHeight w:val="450"/>
          <w:jc w:val="center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02DAC3CC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</w:rPr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1D962235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4" w:name="Text28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23AB0E78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</w:rPr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E6239F" w:rsidRPr="00ED3E62" w14:paraId="4727188B" w14:textId="77777777">
        <w:trPr>
          <w:jc w:val="center"/>
        </w:trPr>
        <w:tc>
          <w:tcPr>
            <w:tcW w:w="29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2E0F209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4AB2146B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C61BD9" w14:textId="77777777" w:rsidR="00E6239F" w:rsidRPr="00ED3E62" w:rsidRDefault="009D5A0B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City, State, Zip Code</w:t>
            </w:r>
          </w:p>
        </w:tc>
      </w:tr>
      <w:bookmarkStart w:id="5" w:name="Text29"/>
      <w:tr w:rsidR="00E6239F" w:rsidRPr="00ED3E62" w14:paraId="59038E10" w14:textId="77777777">
        <w:trPr>
          <w:trHeight w:val="477"/>
          <w:jc w:val="center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14:paraId="41E555A0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</w:rPr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1612BFC2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6" w:name="Text30"/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685326C7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ED3E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D3E62">
              <w:rPr>
                <w:rFonts w:ascii="Arial" w:hAnsi="Arial" w:cs="Arial"/>
                <w:sz w:val="22"/>
                <w:szCs w:val="22"/>
              </w:rPr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D3E62">
              <w:rPr>
                <w:rFonts w:ascii="Arial" w:hAnsi="Arial" w:cs="Arial"/>
                <w:noProof/>
                <w:sz w:val="22"/>
                <w:szCs w:val="22"/>
              </w:rPr>
              <w:t xml:space="preserve">     </w:t>
            </w:r>
            <w:r w:rsidRPr="00ED3E6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E6239F" w:rsidRPr="00ED3E62" w14:paraId="1AB15A7B" w14:textId="77777777">
        <w:trPr>
          <w:jc w:val="center"/>
        </w:trPr>
        <w:tc>
          <w:tcPr>
            <w:tcW w:w="29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6DD99F" w14:textId="77777777" w:rsidR="00E6239F" w:rsidRPr="00ED3E62" w:rsidRDefault="009D5A0B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Telephone/Fax Number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14:paraId="2942927D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FA8446" w14:textId="77777777" w:rsidR="00E6239F" w:rsidRPr="00ED3E62" w:rsidRDefault="00E6239F">
            <w:pPr>
              <w:rPr>
                <w:rFonts w:ascii="Arial" w:hAnsi="Arial" w:cs="Arial"/>
                <w:sz w:val="22"/>
                <w:szCs w:val="22"/>
              </w:rPr>
            </w:pPr>
            <w:r w:rsidRPr="00ED3E62">
              <w:rPr>
                <w:rFonts w:ascii="Arial" w:hAnsi="Arial" w:cs="Arial"/>
                <w:sz w:val="22"/>
                <w:szCs w:val="22"/>
              </w:rPr>
              <w:t>Email Address</w:t>
            </w:r>
          </w:p>
        </w:tc>
      </w:tr>
    </w:tbl>
    <w:p w14:paraId="20E8EDA3" w14:textId="77777777" w:rsidR="00E6239F" w:rsidRPr="00ED3E62" w:rsidRDefault="00E6239F" w:rsidP="009D5A0B">
      <w:pPr>
        <w:pStyle w:val="SingleSpacing"/>
        <w:spacing w:line="240" w:lineRule="auto"/>
        <w:rPr>
          <w:rFonts w:ascii="Arial" w:hAnsi="Arial" w:cs="Arial"/>
          <w:sz w:val="22"/>
          <w:szCs w:val="22"/>
        </w:rPr>
      </w:pPr>
    </w:p>
    <w:sectPr w:rsidR="00E6239F" w:rsidRPr="00ED3E62">
      <w:type w:val="continuous"/>
      <w:pgSz w:w="12240" w:h="15840"/>
      <w:pgMar w:top="1440" w:right="1440" w:bottom="1440" w:left="1440" w:header="72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D168" w14:textId="77777777" w:rsidR="009153FF" w:rsidRDefault="009153FF">
      <w:r>
        <w:separator/>
      </w:r>
    </w:p>
  </w:endnote>
  <w:endnote w:type="continuationSeparator" w:id="0">
    <w:p w14:paraId="1EDDF343" w14:textId="77777777" w:rsidR="009153FF" w:rsidRDefault="0091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576"/>
    </w:tblGrid>
    <w:tr w:rsidR="00C82EB3" w:rsidRPr="00C82EB3" w14:paraId="492D26FC" w14:textId="77777777" w:rsidTr="00C82EB3">
      <w:tc>
        <w:tcPr>
          <w:tcW w:w="957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FBE280" w14:textId="77777777" w:rsidR="00C82EB3" w:rsidRPr="00ED3E62" w:rsidRDefault="00C82EB3" w:rsidP="00C82EB3">
          <w:pPr>
            <w:pStyle w:val="Footer"/>
            <w:rPr>
              <w:rFonts w:ascii="Arial" w:hAnsi="Arial" w:cs="Arial"/>
              <w:i/>
              <w:sz w:val="18"/>
            </w:rPr>
          </w:pPr>
          <w:r w:rsidRPr="00ED3E62">
            <w:rPr>
              <w:rFonts w:ascii="Arial" w:hAnsi="Arial" w:cs="Arial"/>
              <w:i/>
              <w:sz w:val="18"/>
            </w:rPr>
            <w:t>GUARDIAN AD LITEM</w:t>
          </w:r>
          <w:r w:rsidR="00506020" w:rsidRPr="00ED3E62">
            <w:rPr>
              <w:rFonts w:ascii="Arial" w:hAnsi="Arial" w:cs="Arial"/>
              <w:i/>
              <w:sz w:val="18"/>
            </w:rPr>
            <w:t>/COURT VISITOR’S</w:t>
          </w:r>
          <w:r w:rsidRPr="00ED3E62">
            <w:rPr>
              <w:rFonts w:ascii="Arial" w:hAnsi="Arial" w:cs="Arial"/>
              <w:i/>
              <w:sz w:val="18"/>
            </w:rPr>
            <w:t xml:space="preserve"> STATEMENT OF QUALIFICATIONS (ST) - </w:t>
          </w:r>
          <w:r w:rsidR="00CC5DC2" w:rsidRPr="00ED3E62">
            <w:rPr>
              <w:rFonts w:ascii="Arial" w:hAnsi="Arial" w:cs="Arial"/>
              <w:i/>
              <w:sz w:val="18"/>
            </w:rPr>
            <w:t xml:space="preserve">                  </w:t>
          </w:r>
          <w:r w:rsidRPr="00ED3E62">
            <w:rPr>
              <w:rFonts w:ascii="Arial" w:hAnsi="Arial" w:cs="Arial"/>
              <w:i/>
              <w:sz w:val="18"/>
            </w:rPr>
            <w:t xml:space="preserve">PAGE </w:t>
          </w:r>
          <w:r w:rsidRPr="00ED3E62">
            <w:rPr>
              <w:rFonts w:ascii="Arial" w:hAnsi="Arial" w:cs="Arial"/>
              <w:i/>
              <w:sz w:val="18"/>
            </w:rPr>
            <w:fldChar w:fldCharType="begin"/>
          </w:r>
          <w:r w:rsidRPr="00ED3E62">
            <w:rPr>
              <w:rFonts w:ascii="Arial" w:hAnsi="Arial" w:cs="Arial"/>
              <w:i/>
              <w:sz w:val="18"/>
            </w:rPr>
            <w:instrText xml:space="preserve"> PAGE </w:instrText>
          </w:r>
          <w:r w:rsidRPr="00ED3E62">
            <w:rPr>
              <w:rFonts w:ascii="Arial" w:hAnsi="Arial" w:cs="Arial"/>
              <w:i/>
              <w:sz w:val="18"/>
            </w:rPr>
            <w:fldChar w:fldCharType="separate"/>
          </w:r>
          <w:r w:rsidR="002E2EC2">
            <w:rPr>
              <w:rFonts w:ascii="Arial" w:hAnsi="Arial" w:cs="Arial"/>
              <w:i/>
              <w:noProof/>
              <w:sz w:val="18"/>
            </w:rPr>
            <w:t>2</w:t>
          </w:r>
          <w:r w:rsidRPr="00ED3E62">
            <w:rPr>
              <w:rFonts w:ascii="Arial" w:hAnsi="Arial" w:cs="Arial"/>
              <w:i/>
              <w:sz w:val="18"/>
            </w:rPr>
            <w:fldChar w:fldCharType="end"/>
          </w:r>
          <w:r w:rsidRPr="00ED3E62">
            <w:rPr>
              <w:rFonts w:ascii="Arial" w:hAnsi="Arial" w:cs="Arial"/>
              <w:i/>
              <w:sz w:val="18"/>
            </w:rPr>
            <w:t xml:space="preserve"> OF </w:t>
          </w:r>
          <w:r w:rsidRPr="00ED3E62">
            <w:rPr>
              <w:rFonts w:ascii="Arial" w:hAnsi="Arial" w:cs="Arial"/>
              <w:i/>
              <w:sz w:val="18"/>
            </w:rPr>
            <w:fldChar w:fldCharType="begin"/>
          </w:r>
          <w:r w:rsidRPr="00ED3E62">
            <w:rPr>
              <w:rFonts w:ascii="Arial" w:hAnsi="Arial" w:cs="Arial"/>
              <w:i/>
              <w:sz w:val="18"/>
            </w:rPr>
            <w:instrText xml:space="preserve"> NUMPAGES </w:instrText>
          </w:r>
          <w:r w:rsidRPr="00ED3E62">
            <w:rPr>
              <w:rFonts w:ascii="Arial" w:hAnsi="Arial" w:cs="Arial"/>
              <w:i/>
              <w:sz w:val="18"/>
            </w:rPr>
            <w:fldChar w:fldCharType="separate"/>
          </w:r>
          <w:r w:rsidR="002E2EC2">
            <w:rPr>
              <w:rFonts w:ascii="Arial" w:hAnsi="Arial" w:cs="Arial"/>
              <w:i/>
              <w:noProof/>
              <w:sz w:val="18"/>
            </w:rPr>
            <w:t>2</w:t>
          </w:r>
          <w:r w:rsidRPr="00ED3E62">
            <w:rPr>
              <w:rFonts w:ascii="Arial" w:hAnsi="Arial" w:cs="Arial"/>
              <w:i/>
              <w:sz w:val="18"/>
            </w:rPr>
            <w:fldChar w:fldCharType="end"/>
          </w:r>
        </w:p>
      </w:tc>
    </w:tr>
    <w:tr w:rsidR="00C82EB3" w14:paraId="23956368" w14:textId="77777777" w:rsidTr="00C82EB3">
      <w:tc>
        <w:tcPr>
          <w:tcW w:w="9576" w:type="dxa"/>
          <w:tcBorders>
            <w:top w:val="nil"/>
            <w:left w:val="nil"/>
            <w:bottom w:val="nil"/>
            <w:right w:val="nil"/>
          </w:tcBorders>
        </w:tcPr>
        <w:p w14:paraId="643D6D42" w14:textId="77777777" w:rsidR="00C82EB3" w:rsidRPr="00ED3E62" w:rsidRDefault="00C82EB3" w:rsidP="005E408A">
          <w:pPr>
            <w:pStyle w:val="Footer"/>
            <w:rPr>
              <w:rFonts w:ascii="Arial" w:hAnsi="Arial" w:cs="Arial"/>
              <w:sz w:val="18"/>
            </w:rPr>
          </w:pPr>
          <w:r w:rsidRPr="00ED3E62">
            <w:rPr>
              <w:rFonts w:ascii="Arial" w:hAnsi="Arial" w:cs="Arial"/>
              <w:sz w:val="18"/>
            </w:rPr>
            <w:t>SPO GDN 02.0400 (</w:t>
          </w:r>
          <w:r w:rsidR="00506020" w:rsidRPr="00ED3E62">
            <w:rPr>
              <w:rFonts w:ascii="Arial" w:hAnsi="Arial" w:cs="Arial"/>
              <w:sz w:val="18"/>
            </w:rPr>
            <w:t>01/2022</w:t>
          </w:r>
          <w:r w:rsidRPr="00ED3E62">
            <w:rPr>
              <w:rFonts w:ascii="Arial" w:hAnsi="Arial" w:cs="Arial"/>
              <w:sz w:val="18"/>
            </w:rPr>
            <w:t>)</w:t>
          </w:r>
        </w:p>
      </w:tc>
    </w:tr>
  </w:tbl>
  <w:p w14:paraId="35134BDF" w14:textId="77777777" w:rsidR="00E6239F" w:rsidRDefault="00E62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0CA0" w14:textId="77777777" w:rsidR="009153FF" w:rsidRDefault="009153FF">
      <w:r>
        <w:separator/>
      </w:r>
    </w:p>
  </w:footnote>
  <w:footnote w:type="continuationSeparator" w:id="0">
    <w:p w14:paraId="6BCD44EA" w14:textId="77777777" w:rsidR="009153FF" w:rsidRDefault="00915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B5815"/>
    <w:multiLevelType w:val="multilevel"/>
    <w:tmpl w:val="AC2A726A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Letter"/>
      <w:lvlText w:val="(%3)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(%4)"/>
      <w:legacy w:legacy="1" w:legacySpace="120" w:legacyIndent="360"/>
      <w:lvlJc w:val="left"/>
      <w:pPr>
        <w:ind w:left="1440" w:hanging="360"/>
      </w:pPr>
    </w:lvl>
    <w:lvl w:ilvl="4">
      <w:start w:val="1"/>
      <w:numFmt w:val="lowerLetter"/>
      <w:lvlText w:val="(%5)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(%6)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360"/>
      <w:lvlJc w:val="left"/>
      <w:pPr>
        <w:ind w:left="3240" w:hanging="360"/>
      </w:pPr>
    </w:lvl>
  </w:abstractNum>
  <w:num w:numId="1" w16cid:durableId="885026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D39"/>
    <w:rsid w:val="00060383"/>
    <w:rsid w:val="000C609C"/>
    <w:rsid w:val="00125602"/>
    <w:rsid w:val="00132799"/>
    <w:rsid w:val="00291F74"/>
    <w:rsid w:val="002E2EC2"/>
    <w:rsid w:val="002F2085"/>
    <w:rsid w:val="00301B3F"/>
    <w:rsid w:val="00335143"/>
    <w:rsid w:val="0037566C"/>
    <w:rsid w:val="00506020"/>
    <w:rsid w:val="005E408A"/>
    <w:rsid w:val="00612044"/>
    <w:rsid w:val="0063658B"/>
    <w:rsid w:val="007110EB"/>
    <w:rsid w:val="00714673"/>
    <w:rsid w:val="009153FF"/>
    <w:rsid w:val="009D5A0B"/>
    <w:rsid w:val="00B31D39"/>
    <w:rsid w:val="00B55E48"/>
    <w:rsid w:val="00B6463A"/>
    <w:rsid w:val="00BA7120"/>
    <w:rsid w:val="00C12890"/>
    <w:rsid w:val="00C82EB3"/>
    <w:rsid w:val="00CC5DC2"/>
    <w:rsid w:val="00D51FA8"/>
    <w:rsid w:val="00E613FF"/>
    <w:rsid w:val="00E6239F"/>
    <w:rsid w:val="00EA5819"/>
    <w:rsid w:val="00EA6864"/>
    <w:rsid w:val="00ED3E62"/>
    <w:rsid w:val="00EE22E0"/>
    <w:rsid w:val="00F9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88B8C7"/>
  <w15:chartTrackingRefBased/>
  <w15:docId w15:val="{1126AAD4-C326-4260-9458-0DB153DA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spacing w:line="360" w:lineRule="auto"/>
      <w:jc w:val="center"/>
    </w:pPr>
  </w:style>
  <w:style w:type="paragraph" w:customStyle="1" w:styleId="SingleSpacing">
    <w:name w:val="Single Spacing"/>
    <w:basedOn w:val="Normal"/>
    <w:pPr>
      <w:spacing w:line="240" w:lineRule="exact"/>
    </w:pPr>
  </w:style>
  <w:style w:type="paragraph" w:styleId="BodyText2">
    <w:name w:val="Body Text 2"/>
    <w:basedOn w:val="Normal"/>
    <w:pPr>
      <w:spacing w:line="360" w:lineRule="auto"/>
      <w:ind w:firstLine="720"/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36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lspadie\Application%20Data\Microsoft\Templates\Header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8BE9AC6E2E54E98D8FEC6E21A3E45" ma:contentTypeVersion="7" ma:contentTypeDescription="Create a new document." ma:contentTypeScope="" ma:versionID="23f1482d179511772126d6773ba2dfbc">
  <xsd:schema xmlns:xsd="http://www.w3.org/2001/XMLSchema" xmlns:xs="http://www.w3.org/2001/XMLSchema" xmlns:p="http://schemas.microsoft.com/office/2006/metadata/properties" xmlns:ns3="0f5a225d-4940-45f4-b04b-781956a7bf99" targetNamespace="http://schemas.microsoft.com/office/2006/metadata/properties" ma:root="true" ma:fieldsID="c5f5e8d80ca304c141d6d31e748e2bc9" ns3:_="">
    <xsd:import namespace="0f5a225d-4940-45f4-b04b-781956a7bf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a225d-4940-45f4-b04b-781956a7b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7F5A2-C5F7-4EE3-83E9-8FA88D40D771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DF8211-8DC7-487C-BC64-24841A6C022D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0f5a225d-4940-45f4-b04b-781956a7bf9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779CCB-F25D-4E72-9AF9-AF704E58A5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HeaderTemplate</Template>
  <TotalTime>7</TotalTime>
  <Pages>2</Pages>
  <Words>189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(Copy Receipt)</vt:lpstr>
    </vt:vector>
  </TitlesOfParts>
  <Company>Spokane County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(Copy Receipt)</dc:title>
  <dc:subject/>
  <dc:creator>Leanne Spadie</dc:creator>
  <cp:keywords/>
  <cp:lastModifiedBy>Bill Dodge</cp:lastModifiedBy>
  <cp:revision>3</cp:revision>
  <cp:lastPrinted>2021-12-30T01:09:00Z</cp:lastPrinted>
  <dcterms:created xsi:type="dcterms:W3CDTF">2022-10-10T03:11:00Z</dcterms:created>
  <dcterms:modified xsi:type="dcterms:W3CDTF">2022-10-12T17:17:00Z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0x0101003598BE9AC6E2E54E98D8FEC6E21A3E45</vt:lpwstr>
  </property>
</Properties>
</file>